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EB6BF" w14:textId="77777777" w:rsidR="00ED49F0" w:rsidRDefault="00ED49F0" w:rsidP="00ED49F0">
      <w:pPr>
        <w:pStyle w:val="unHeading3"/>
      </w:pPr>
      <w:r>
        <w:t xml:space="preserve">Form A23 </w:t>
      </w:r>
      <w:r w:rsidRPr="00A96FED">
        <w:t>P</w:t>
      </w:r>
      <w:r>
        <w:t>ilot Maintenance Authority</w:t>
      </w:r>
    </w:p>
    <w:p w14:paraId="38DAFB6F" w14:textId="77777777" w:rsidR="009B7284" w:rsidRPr="002F6F85" w:rsidRDefault="009B7284" w:rsidP="009B7284">
      <w:pPr>
        <w:pStyle w:val="Heading4"/>
        <w:rPr>
          <w:rStyle w:val="bold"/>
        </w:rPr>
      </w:pPr>
      <w:r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2268"/>
        <w:gridCol w:w="2120"/>
      </w:tblGrid>
      <w:tr w:rsidR="009B7284" w:rsidRPr="00102F1E" w14:paraId="61CBD892" w14:textId="77777777" w:rsidTr="002E159E">
        <w:trPr>
          <w:trHeight w:val="446"/>
        </w:trPr>
        <w:tc>
          <w:tcPr>
            <w:tcW w:w="1838" w:type="dxa"/>
          </w:tcPr>
          <w:p w14:paraId="43EC9762" w14:textId="5519090C" w:rsidR="009B7284" w:rsidRPr="00342BCC" w:rsidRDefault="009B7284" w:rsidP="002E159E">
            <w:pPr>
              <w:rPr>
                <w:rStyle w:val="bold"/>
              </w:rPr>
            </w:pPr>
            <w:r>
              <w:rPr>
                <w:rStyle w:val="bold"/>
              </w:rPr>
              <w:t>Pilot</w:t>
            </w:r>
            <w:r w:rsidRPr="00342BCC">
              <w:rPr>
                <w:rStyle w:val="bold"/>
              </w:rPr>
              <w:t xml:space="preserve"> name</w:t>
            </w:r>
          </w:p>
        </w:tc>
        <w:tc>
          <w:tcPr>
            <w:tcW w:w="3402" w:type="dxa"/>
          </w:tcPr>
          <w:p w14:paraId="66785E12" w14:textId="77777777" w:rsidR="009B7284" w:rsidRPr="00102F1E" w:rsidRDefault="009B7284" w:rsidP="002E159E"/>
        </w:tc>
        <w:tc>
          <w:tcPr>
            <w:tcW w:w="2268" w:type="dxa"/>
          </w:tcPr>
          <w:p w14:paraId="32BDBFB7" w14:textId="3C7D05F3" w:rsidR="009B7284" w:rsidRPr="00342BCC" w:rsidRDefault="009B7284" w:rsidP="002E159E">
            <w:pPr>
              <w:rPr>
                <w:rStyle w:val="bold"/>
              </w:rPr>
            </w:pPr>
            <w:r w:rsidRPr="00EF637A">
              <w:rPr>
                <w:rStyle w:val="bold"/>
              </w:rPr>
              <w:t xml:space="preserve">ARN </w:t>
            </w:r>
          </w:p>
        </w:tc>
        <w:tc>
          <w:tcPr>
            <w:tcW w:w="2120" w:type="dxa"/>
          </w:tcPr>
          <w:p w14:paraId="3470ADE4" w14:textId="77777777" w:rsidR="009B7284" w:rsidRPr="00102F1E" w:rsidRDefault="009B7284" w:rsidP="002E159E"/>
        </w:tc>
      </w:tr>
      <w:tr w:rsidR="009B7284" w:rsidRPr="00102F1E" w14:paraId="77F1FAAC" w14:textId="77777777" w:rsidTr="002E159E">
        <w:trPr>
          <w:trHeight w:val="424"/>
        </w:trPr>
        <w:tc>
          <w:tcPr>
            <w:tcW w:w="1838" w:type="dxa"/>
          </w:tcPr>
          <w:p w14:paraId="64404396" w14:textId="6E97BF58" w:rsidR="009B7284" w:rsidRPr="00342BCC" w:rsidRDefault="009B7284" w:rsidP="009B7284">
            <w:pPr>
              <w:rPr>
                <w:rStyle w:val="bold"/>
              </w:rPr>
            </w:pPr>
            <w:r>
              <w:rPr>
                <w:b/>
                <w:bCs/>
              </w:rPr>
              <w:t>A</w:t>
            </w:r>
            <w:r w:rsidRPr="004471C1">
              <w:rPr>
                <w:b/>
                <w:bCs/>
              </w:rPr>
              <w:t>uthorised by</w:t>
            </w:r>
          </w:p>
        </w:tc>
        <w:tc>
          <w:tcPr>
            <w:tcW w:w="3402" w:type="dxa"/>
          </w:tcPr>
          <w:p w14:paraId="106DB693" w14:textId="77777777" w:rsidR="009B7284" w:rsidRPr="00102F1E" w:rsidRDefault="009B7284" w:rsidP="009B7284"/>
        </w:tc>
        <w:tc>
          <w:tcPr>
            <w:tcW w:w="2268" w:type="dxa"/>
          </w:tcPr>
          <w:p w14:paraId="5C01DA27" w14:textId="2C25334C" w:rsidR="009B7284" w:rsidRPr="00342BCC" w:rsidRDefault="009B7284" w:rsidP="009B7284">
            <w:pPr>
              <w:rPr>
                <w:rStyle w:val="bold"/>
              </w:rPr>
            </w:pPr>
            <w:r>
              <w:rPr>
                <w:rStyle w:val="bold"/>
              </w:rPr>
              <w:t>Position</w:t>
            </w:r>
          </w:p>
        </w:tc>
        <w:tc>
          <w:tcPr>
            <w:tcW w:w="2120" w:type="dxa"/>
          </w:tcPr>
          <w:p w14:paraId="4E1ADF36" w14:textId="77777777" w:rsidR="009B7284" w:rsidRPr="00102F1E" w:rsidRDefault="009B7284" w:rsidP="009B7284"/>
        </w:tc>
      </w:tr>
      <w:tr w:rsidR="009B7284" w:rsidRPr="00102F1E" w14:paraId="40B89A4D" w14:textId="77777777" w:rsidTr="002E159E">
        <w:trPr>
          <w:trHeight w:val="424"/>
        </w:trPr>
        <w:tc>
          <w:tcPr>
            <w:tcW w:w="1838" w:type="dxa"/>
          </w:tcPr>
          <w:p w14:paraId="600074D1" w14:textId="4E947BF1" w:rsidR="009B7284" w:rsidRPr="00EF637A" w:rsidRDefault="009B7284" w:rsidP="009B7284">
            <w:pPr>
              <w:rPr>
                <w:rStyle w:val="bold"/>
              </w:rPr>
            </w:pPr>
            <w:r>
              <w:rPr>
                <w:b/>
                <w:bCs/>
              </w:rPr>
              <w:t>A</w:t>
            </w:r>
            <w:r w:rsidRPr="004471C1">
              <w:rPr>
                <w:b/>
                <w:bCs/>
              </w:rPr>
              <w:t>ircraft type</w:t>
            </w:r>
          </w:p>
        </w:tc>
        <w:tc>
          <w:tcPr>
            <w:tcW w:w="3402" w:type="dxa"/>
          </w:tcPr>
          <w:p w14:paraId="0C8E675F" w14:textId="77777777" w:rsidR="009B7284" w:rsidRPr="00102F1E" w:rsidRDefault="009B7284" w:rsidP="009B7284"/>
        </w:tc>
        <w:tc>
          <w:tcPr>
            <w:tcW w:w="2268" w:type="dxa"/>
          </w:tcPr>
          <w:p w14:paraId="4E205B23" w14:textId="2A2DC5E9" w:rsidR="009B7284" w:rsidRPr="00342BCC" w:rsidRDefault="009B7284" w:rsidP="009B7284">
            <w:pPr>
              <w:rPr>
                <w:rStyle w:val="bold"/>
              </w:rPr>
            </w:pPr>
            <w:r>
              <w:rPr>
                <w:rStyle w:val="bold"/>
              </w:rPr>
              <w:t>Date of training</w:t>
            </w:r>
          </w:p>
        </w:tc>
        <w:tc>
          <w:tcPr>
            <w:tcW w:w="2120" w:type="dxa"/>
          </w:tcPr>
          <w:p w14:paraId="4A552D53" w14:textId="77777777" w:rsidR="009B7284" w:rsidRPr="00102F1E" w:rsidRDefault="009B7284" w:rsidP="009B7284"/>
        </w:tc>
      </w:tr>
    </w:tbl>
    <w:p w14:paraId="192A9372" w14:textId="77777777" w:rsidR="009B7284" w:rsidRPr="00A96FED" w:rsidRDefault="009B7284" w:rsidP="009B7284"/>
    <w:tbl>
      <w:tblPr>
        <w:tblStyle w:val="SD-MOStable"/>
        <w:tblW w:w="9634" w:type="dxa"/>
        <w:tblLook w:val="06A0" w:firstRow="1" w:lastRow="0" w:firstColumn="1" w:lastColumn="0" w:noHBand="1" w:noVBand="1"/>
        <w:tblCaption w:val="4B8 Student Personal Details &amp; Flight Training Record"/>
        <w:tblDescription w:val="4B8 Student Personal Details &amp; Flight Training Record"/>
      </w:tblPr>
      <w:tblGrid>
        <w:gridCol w:w="3681"/>
        <w:gridCol w:w="4394"/>
        <w:gridCol w:w="1559"/>
      </w:tblGrid>
      <w:tr w:rsidR="00ED49F0" w:rsidRPr="004471C1" w14:paraId="1D195BA7" w14:textId="77777777" w:rsidTr="00142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A9436C7" w14:textId="77777777" w:rsidR="00ED49F0" w:rsidRPr="004471C1" w:rsidRDefault="00ED49F0" w:rsidP="004471C1">
            <w:pPr>
              <w:pStyle w:val="TableHeader"/>
              <w:jc w:val="center"/>
              <w:rPr>
                <w:b/>
                <w:bCs/>
                <w:color w:val="FFFFFF" w:themeColor="background1"/>
              </w:rPr>
            </w:pPr>
            <w:r w:rsidRPr="004471C1">
              <w:rPr>
                <w:b/>
                <w:bCs/>
                <w:color w:val="FFFFFF" w:themeColor="background1"/>
              </w:rPr>
              <w:t>Maintenance Task</w:t>
            </w:r>
          </w:p>
        </w:tc>
        <w:tc>
          <w:tcPr>
            <w:tcW w:w="4394" w:type="dxa"/>
          </w:tcPr>
          <w:p w14:paraId="73063167" w14:textId="77777777" w:rsidR="00ED49F0" w:rsidRPr="004471C1" w:rsidRDefault="00ED49F0" w:rsidP="004471C1">
            <w:pPr>
              <w:pStyle w:val="TableHead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4471C1">
              <w:rPr>
                <w:b/>
                <w:bCs/>
                <w:color w:val="FFFFFF" w:themeColor="background1"/>
              </w:rPr>
              <w:t>Conditions</w:t>
            </w:r>
          </w:p>
        </w:tc>
        <w:tc>
          <w:tcPr>
            <w:tcW w:w="1559" w:type="dxa"/>
          </w:tcPr>
          <w:p w14:paraId="4FA236B3" w14:textId="77777777" w:rsidR="00ED49F0" w:rsidRPr="004471C1" w:rsidRDefault="00ED49F0" w:rsidP="004471C1">
            <w:pPr>
              <w:pStyle w:val="TableHead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4471C1">
              <w:rPr>
                <w:b/>
                <w:bCs/>
                <w:color w:val="FFFFFF" w:themeColor="background1"/>
              </w:rPr>
              <w:t>Expiry</w:t>
            </w:r>
          </w:p>
        </w:tc>
      </w:tr>
      <w:tr w:rsidR="00ED49F0" w:rsidRPr="00A96FED" w14:paraId="12821F91" w14:textId="77777777" w:rsidTr="001425C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70DDDB59" w14:textId="77777777" w:rsidR="00ED49F0" w:rsidRPr="00A96FED" w:rsidRDefault="00ED49F0" w:rsidP="004471C1">
            <w:pPr>
              <w:pStyle w:val="Tabletext"/>
            </w:pPr>
          </w:p>
        </w:tc>
        <w:tc>
          <w:tcPr>
            <w:tcW w:w="4394" w:type="dxa"/>
          </w:tcPr>
          <w:p w14:paraId="0A34E2B1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E94F6F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991276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664176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EA2ACE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C78D9A2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41E98E" w14:textId="77777777" w:rsidR="00ED49F0" w:rsidRPr="00A96FED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14:paraId="12A9ADED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9F0" w:rsidRPr="00A96FED" w14:paraId="5A5F15CE" w14:textId="77777777" w:rsidTr="001425C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2501A637" w14:textId="77777777" w:rsidR="00ED49F0" w:rsidRPr="00A96FED" w:rsidRDefault="00ED49F0" w:rsidP="004471C1">
            <w:pPr>
              <w:pStyle w:val="Tabletext"/>
            </w:pPr>
          </w:p>
        </w:tc>
        <w:tc>
          <w:tcPr>
            <w:tcW w:w="4394" w:type="dxa"/>
          </w:tcPr>
          <w:p w14:paraId="4B5249B9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EE30B76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3B6BC2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DA1CCAB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33571C5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5A6E82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4E1FD4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280779" w14:textId="77777777" w:rsidR="00ED49F0" w:rsidRPr="00A96FED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14:paraId="76B35F61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49F0" w:rsidRPr="00A96FED" w14:paraId="74991DF3" w14:textId="77777777" w:rsidTr="001425C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CD46C8F" w14:textId="77777777" w:rsidR="00ED49F0" w:rsidRPr="00A96FED" w:rsidRDefault="00ED49F0" w:rsidP="004471C1">
            <w:pPr>
              <w:pStyle w:val="Tabletext"/>
            </w:pPr>
          </w:p>
        </w:tc>
        <w:tc>
          <w:tcPr>
            <w:tcW w:w="4394" w:type="dxa"/>
          </w:tcPr>
          <w:p w14:paraId="4C5572EE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26EB28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181714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3A20EC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50DE296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BA8111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F62438" w14:textId="77777777" w:rsidR="00ED49F0" w:rsidRPr="00A96FED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</w:tcPr>
          <w:p w14:paraId="46D85747" w14:textId="77777777" w:rsidR="00ED49F0" w:rsidRDefault="00ED49F0" w:rsidP="004471C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1EE758" w14:textId="77777777" w:rsidR="00ED49F0" w:rsidRDefault="00ED49F0" w:rsidP="00ED49F0"/>
    <w:p w14:paraId="2CEA77D8" w14:textId="77777777" w:rsidR="00E67737" w:rsidRPr="00E67737" w:rsidRDefault="00E67737" w:rsidP="00E67737">
      <w:pPr>
        <w:rPr>
          <w:lang w:eastAsia="en-AU"/>
        </w:rPr>
      </w:pPr>
    </w:p>
    <w:sectPr w:rsidR="00E67737" w:rsidRPr="00E67737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27115" w14:textId="77777777" w:rsidR="00DD16FA" w:rsidRDefault="00DD16FA" w:rsidP="008E21DE">
      <w:pPr>
        <w:spacing w:before="0" w:after="0"/>
      </w:pPr>
      <w:r>
        <w:separator/>
      </w:r>
    </w:p>
    <w:p w14:paraId="166915B0" w14:textId="77777777" w:rsidR="00DD16FA" w:rsidRDefault="00DD16FA"/>
  </w:endnote>
  <w:endnote w:type="continuationSeparator" w:id="0">
    <w:p w14:paraId="1DE0CFA6" w14:textId="77777777" w:rsidR="00DD16FA" w:rsidRDefault="00DD16FA" w:rsidP="008E21DE">
      <w:pPr>
        <w:spacing w:before="0" w:after="0"/>
      </w:pPr>
      <w:r>
        <w:continuationSeparator/>
      </w:r>
    </w:p>
    <w:p w14:paraId="548AC2E2" w14:textId="77777777" w:rsidR="00DD16FA" w:rsidRDefault="00DD1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B451A" w14:textId="171CFC63" w:rsidR="00013309" w:rsidRPr="00500DA0" w:rsidRDefault="00662365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21D6A840788B4A62947EAF0BCA9F14F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D16FA">
          <w:rPr>
            <w:rFonts w:ascii="ArialMT" w:hAnsi="ArialMT" w:cs="ArialMT"/>
            <w:szCs w:val="16"/>
          </w:rPr>
          <w:t>Form A23 Pilot Maintenance Authority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B72FB" w14:textId="77777777" w:rsidR="00013309" w:rsidRDefault="00013309" w:rsidP="00013309">
    <w:pPr>
      <w:pStyle w:val="Footer"/>
    </w:pPr>
    <w:r>
      <w:t>Civil Aviation Safety Authority</w:t>
    </w:r>
  </w:p>
  <w:p w14:paraId="14F6D975" w14:textId="1BBDD0A7" w:rsidR="00013309" w:rsidRDefault="00662365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D16FA">
          <w:rPr>
            <w:rFonts w:ascii="ArialMT" w:hAnsi="ArialMT" w:cs="ArialMT"/>
            <w:szCs w:val="16"/>
          </w:rPr>
          <w:t>Form A23 Pilot Maintenance Authority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DD16FA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DD16FA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D0121E9" w14:textId="77777777" w:rsidR="00013309" w:rsidRPr="00A365CA" w:rsidRDefault="00662365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AE64A01" wp14:editId="6FB2123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7243AB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E64A0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1D7243AB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74CC9" w14:textId="77777777" w:rsidR="00DD16FA" w:rsidRPr="0022402E" w:rsidRDefault="00DD16FA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477F6513" w14:textId="77777777" w:rsidR="00DD16FA" w:rsidRDefault="00DD16FA" w:rsidP="008E21DE">
      <w:pPr>
        <w:spacing w:before="0" w:after="0"/>
      </w:pPr>
      <w:r>
        <w:continuationSeparator/>
      </w:r>
    </w:p>
    <w:p w14:paraId="7D556683" w14:textId="77777777" w:rsidR="00DD16FA" w:rsidRDefault="00DD16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6C596" w14:textId="77777777" w:rsidR="00DD684D" w:rsidRDefault="00DD684D" w:rsidP="00DD684D">
    <w:pPr>
      <w:pStyle w:val="Header"/>
    </w:pPr>
    <w:r>
      <w:t>ORGANISATION NAME/DETAILS</w:t>
    </w:r>
  </w:p>
  <w:p w14:paraId="738712F6" w14:textId="77777777" w:rsidR="00013309" w:rsidRPr="00DD684D" w:rsidRDefault="00662365" w:rsidP="005A4B55">
    <w:pPr>
      <w:pStyle w:val="Header"/>
      <w:spacing w:after="120"/>
    </w:pPr>
    <w:r>
      <w:pict w14:anchorId="28B67654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17DB4" w14:textId="77777777" w:rsidR="00463F67" w:rsidRDefault="00662365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9A5394"/>
    <w:multiLevelType w:val="multilevel"/>
    <w:tmpl w:val="69BE1636"/>
    <w:styleLink w:val="SDbulletlist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numFmt w:val="bullet"/>
      <w:pStyle w:val="ListBullet3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numFmt w:val="bullet"/>
      <w:pStyle w:val="ListBullet4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numFmt w:val="bullet"/>
      <w:pStyle w:val="ListBullet5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numFmt w:val="bullet"/>
      <w:lvlText w:val="–"/>
      <w:lvlJc w:val="left"/>
      <w:pPr>
        <w:ind w:left="1704" w:hanging="284"/>
      </w:pPr>
      <w:rPr>
        <w:rFonts w:ascii="Arial" w:hAnsi="Arial" w:hint="default"/>
        <w:color w:val="auto"/>
      </w:rPr>
    </w:lvl>
    <w:lvl w:ilvl="6">
      <w:numFmt w:val="bullet"/>
      <w:lvlText w:val="»"/>
      <w:lvlJc w:val="left"/>
      <w:pPr>
        <w:tabs>
          <w:tab w:val="num" w:pos="2064"/>
        </w:tabs>
        <w:ind w:left="1988" w:hanging="284"/>
      </w:pPr>
      <w:rPr>
        <w:rFonts w:ascii="Arial" w:hAnsi="Arial" w:hint="default"/>
      </w:rPr>
    </w:lvl>
    <w:lvl w:ilvl="7">
      <w:numFmt w:val="bullet"/>
      <w:lvlText w:val="+"/>
      <w:lvlJc w:val="left"/>
      <w:pPr>
        <w:tabs>
          <w:tab w:val="num" w:pos="2348"/>
        </w:tabs>
        <w:ind w:left="2272" w:hanging="284"/>
      </w:pPr>
      <w:rPr>
        <w:rFonts w:ascii="Arial" w:hAnsi="Arial" w:hint="default"/>
      </w:rPr>
    </w:lvl>
    <w:lvl w:ilvl="8">
      <w:numFmt w:val="bullet"/>
      <w:lvlText w:val=""/>
      <w:lvlJc w:val="left"/>
      <w:pPr>
        <w:tabs>
          <w:tab w:val="num" w:pos="2632"/>
        </w:tabs>
        <w:ind w:left="2556" w:hanging="284"/>
      </w:pPr>
      <w:rPr>
        <w:rFonts w:ascii="Wingdings" w:hAnsi="Wingdings" w:hint="default"/>
        <w:color w:val="auto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D43455F4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D43455F4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4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2051420041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6FA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25C4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4B55"/>
    <w:rsid w:val="005A7D1B"/>
    <w:rsid w:val="005C599A"/>
    <w:rsid w:val="00621AA4"/>
    <w:rsid w:val="00643763"/>
    <w:rsid w:val="0065343E"/>
    <w:rsid w:val="00662365"/>
    <w:rsid w:val="0067193F"/>
    <w:rsid w:val="00675B8D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25B16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B7284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046B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62802"/>
    <w:rsid w:val="00D81030"/>
    <w:rsid w:val="00D94649"/>
    <w:rsid w:val="00DB1609"/>
    <w:rsid w:val="00DB22E4"/>
    <w:rsid w:val="00DC12BF"/>
    <w:rsid w:val="00DD16FA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67737"/>
    <w:rsid w:val="00E70E31"/>
    <w:rsid w:val="00E819EA"/>
    <w:rsid w:val="00E9794A"/>
    <w:rsid w:val="00ED49F0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DA6661"/>
  <w15:chartTrackingRefBased/>
  <w15:docId w15:val="{7CCC9AAE-7C4C-4E4B-ACC7-BBE4D7252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9F0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3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3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3"/>
      </w:numPr>
    </w:pPr>
  </w:style>
  <w:style w:type="paragraph" w:styleId="Caption">
    <w:name w:val="caption"/>
    <w:basedOn w:val="Normal"/>
    <w:next w:val="Normal"/>
    <w:uiPriority w:val="35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CASASectionHeading2">
    <w:name w:val="CASA Section Heading 2"/>
    <w:basedOn w:val="Normal"/>
    <w:next w:val="Normal"/>
    <w:uiPriority w:val="12"/>
    <w:rsid w:val="00DD16FA"/>
    <w:pPr>
      <w:keepNext/>
      <w:keepLines/>
      <w:suppressAutoHyphens w:val="0"/>
      <w:spacing w:before="360"/>
    </w:pPr>
    <w:rPr>
      <w:rFonts w:ascii="Arial" w:eastAsiaTheme="minorEastAsia" w:hAnsi="Arial" w:cs="Arial"/>
      <w:b/>
      <w:color w:val="auto"/>
      <w:sz w:val="28"/>
      <w:szCs w:val="32"/>
      <w:lang w:eastAsia="en-AU"/>
    </w:rPr>
  </w:style>
  <w:style w:type="paragraph" w:customStyle="1" w:styleId="Tabletext">
    <w:name w:val="Table text"/>
    <w:basedOn w:val="Normal"/>
    <w:qFormat/>
    <w:rsid w:val="00D62802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TableHeader">
    <w:name w:val="Table Header"/>
    <w:uiPriority w:val="5"/>
    <w:rsid w:val="00D62802"/>
    <w:pPr>
      <w:spacing w:before="60" w:after="60" w:line="264" w:lineRule="auto"/>
    </w:pPr>
    <w:rPr>
      <w:rFonts w:ascii="Arial" w:eastAsiaTheme="minorEastAsia" w:hAnsi="Arial"/>
      <w:b/>
      <w:color w:val="auto"/>
      <w:sz w:val="22"/>
      <w:szCs w:val="22"/>
      <w:lang w:eastAsia="en-AU"/>
    </w:rPr>
  </w:style>
  <w:style w:type="paragraph" w:styleId="ListBullet">
    <w:name w:val="List Bullet"/>
    <w:basedOn w:val="Normal"/>
    <w:uiPriority w:val="99"/>
    <w:unhideWhenUsed/>
    <w:qFormat/>
    <w:rsid w:val="00ED49F0"/>
    <w:pPr>
      <w:numPr>
        <w:numId w:val="24"/>
      </w:numPr>
      <w:ind w:left="0" w:firstLine="0"/>
    </w:pPr>
  </w:style>
  <w:style w:type="paragraph" w:styleId="ListBullet2">
    <w:name w:val="List Bullet 2"/>
    <w:basedOn w:val="Normal"/>
    <w:uiPriority w:val="99"/>
    <w:unhideWhenUsed/>
    <w:qFormat/>
    <w:rsid w:val="00ED49F0"/>
    <w:pPr>
      <w:numPr>
        <w:ilvl w:val="1"/>
        <w:numId w:val="24"/>
      </w:numPr>
      <w:ind w:left="0" w:firstLine="0"/>
    </w:pPr>
  </w:style>
  <w:style w:type="paragraph" w:styleId="ListBullet3">
    <w:name w:val="List Bullet 3"/>
    <w:basedOn w:val="Normal"/>
    <w:uiPriority w:val="99"/>
    <w:unhideWhenUsed/>
    <w:qFormat/>
    <w:rsid w:val="00ED49F0"/>
    <w:pPr>
      <w:numPr>
        <w:ilvl w:val="2"/>
        <w:numId w:val="24"/>
      </w:numPr>
      <w:ind w:left="0" w:firstLine="0"/>
    </w:pPr>
  </w:style>
  <w:style w:type="paragraph" w:customStyle="1" w:styleId="unHeading3">
    <w:name w:val="unHeading3"/>
    <w:basedOn w:val="Heading3"/>
    <w:uiPriority w:val="8"/>
    <w:qFormat/>
    <w:rsid w:val="00ED49F0"/>
    <w:rPr>
      <w:kern w:val="32"/>
    </w:rPr>
  </w:style>
  <w:style w:type="numbering" w:customStyle="1" w:styleId="SDbulletlist">
    <w:name w:val="SD bullet list"/>
    <w:uiPriority w:val="99"/>
    <w:rsid w:val="00ED49F0"/>
    <w:pPr>
      <w:numPr>
        <w:numId w:val="24"/>
      </w:numPr>
    </w:pPr>
  </w:style>
  <w:style w:type="paragraph" w:styleId="ListBullet4">
    <w:name w:val="List Bullet 4"/>
    <w:basedOn w:val="Normal"/>
    <w:uiPriority w:val="99"/>
    <w:unhideWhenUsed/>
    <w:rsid w:val="00ED49F0"/>
    <w:pPr>
      <w:numPr>
        <w:ilvl w:val="3"/>
        <w:numId w:val="24"/>
      </w:numPr>
      <w:ind w:left="0" w:firstLine="0"/>
    </w:pPr>
  </w:style>
  <w:style w:type="paragraph" w:styleId="ListBullet5">
    <w:name w:val="List Bullet 5"/>
    <w:basedOn w:val="Normal"/>
    <w:uiPriority w:val="99"/>
    <w:unhideWhenUsed/>
    <w:rsid w:val="00ED49F0"/>
    <w:pPr>
      <w:numPr>
        <w:ilvl w:val="4"/>
        <w:numId w:val="24"/>
      </w:numPr>
      <w:ind w:left="0" w:firstLine="0"/>
    </w:pPr>
  </w:style>
  <w:style w:type="character" w:customStyle="1" w:styleId="bold">
    <w:name w:val="bold"/>
    <w:basedOn w:val="DefaultParagraphFont"/>
    <w:uiPriority w:val="1"/>
    <w:qFormat/>
    <w:rsid w:val="00ED49F0"/>
    <w:rPr>
      <w:b/>
      <w:bCs/>
    </w:rPr>
  </w:style>
  <w:style w:type="table" w:customStyle="1" w:styleId="SD-MOStable">
    <w:name w:val="SD - MOS table"/>
    <w:basedOn w:val="TableNormal"/>
    <w:uiPriority w:val="99"/>
    <w:rsid w:val="00ED49F0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9B728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1D6A840788B4A62947EAF0BCA9F1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94C9E-F68A-4F4A-B9FB-38A4EBF869E4}"/>
      </w:docPartPr>
      <w:docPartBody>
        <w:p w:rsidR="00036407" w:rsidRDefault="00036407">
          <w:pPr>
            <w:pStyle w:val="21D6A840788B4A62947EAF0BCA9F14F5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07"/>
    <w:rsid w:val="00036407"/>
    <w:rsid w:val="005A7D1B"/>
    <w:rsid w:val="00825B16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1D6A840788B4A62947EAF0BCA9F14F5">
    <w:name w:val="21D6A840788B4A62947EAF0BCA9F14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purl.org/dc/elements/1.1/"/>
    <ds:schemaRef ds:uri="http://purl.org/dc/dcmitype/"/>
    <ds:schemaRef ds:uri="147bc000-5d24-4a58-bdb3-1d507d54dc98"/>
    <ds:schemaRef ds:uri="http://schemas.microsoft.com/office/2006/documentManagement/types"/>
    <ds:schemaRef ds:uri="http://www.w3.org/XML/1998/namespace"/>
    <ds:schemaRef ds:uri="http://purl.org/dc/terms/"/>
    <ds:schemaRef ds:uri="09d1133f-994b-4ec9-8bcd-76b1f6ed9a8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3</TotalTime>
  <Pages>1</Pages>
  <Words>27</Words>
  <Characters>167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A23 Pilot Maintenance Authority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A23 Pilot Maintenance Authority</dc:title>
  <dc:subject/>
  <dc:creator>Bartholomew, Tina</dc:creator>
  <cp:keywords/>
  <dc:description/>
  <cp:lastModifiedBy>Bartholomew, Tina</cp:lastModifiedBy>
  <cp:revision>8</cp:revision>
  <dcterms:created xsi:type="dcterms:W3CDTF">2025-11-24T02:25:00Z</dcterms:created>
  <dcterms:modified xsi:type="dcterms:W3CDTF">2025-11-25T04:57:00Z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NOS-2025-0057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